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9368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9368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93685">
        <w:rPr>
          <w:rFonts w:ascii="Corbel" w:hAnsi="Corbel"/>
          <w:b/>
          <w:bCs/>
          <w:sz w:val="24"/>
          <w:szCs w:val="24"/>
        </w:rPr>
        <w:tab/>
      </w:r>
      <w:r w:rsidR="00CD6897" w:rsidRPr="00D93685">
        <w:rPr>
          <w:rFonts w:ascii="Corbel" w:hAnsi="Corbel"/>
          <w:b/>
          <w:bCs/>
          <w:sz w:val="24"/>
          <w:szCs w:val="24"/>
        </w:rPr>
        <w:tab/>
      </w:r>
      <w:r w:rsidR="00CD6897" w:rsidRPr="00D93685">
        <w:rPr>
          <w:rFonts w:ascii="Corbel" w:hAnsi="Corbel"/>
          <w:b/>
          <w:bCs/>
          <w:sz w:val="24"/>
          <w:szCs w:val="24"/>
        </w:rPr>
        <w:tab/>
      </w:r>
      <w:r w:rsidR="00CD6897" w:rsidRPr="00D93685">
        <w:rPr>
          <w:rFonts w:ascii="Corbel" w:hAnsi="Corbel"/>
          <w:b/>
          <w:bCs/>
          <w:sz w:val="24"/>
          <w:szCs w:val="24"/>
        </w:rPr>
        <w:tab/>
      </w:r>
      <w:r w:rsidR="00CD6897" w:rsidRPr="00D93685">
        <w:rPr>
          <w:rFonts w:ascii="Corbel" w:hAnsi="Corbel"/>
          <w:b/>
          <w:bCs/>
          <w:sz w:val="24"/>
          <w:szCs w:val="24"/>
        </w:rPr>
        <w:tab/>
      </w:r>
      <w:r w:rsidR="00CD6897" w:rsidRPr="00D93685">
        <w:rPr>
          <w:rFonts w:ascii="Corbel" w:hAnsi="Corbel"/>
          <w:b/>
          <w:bCs/>
          <w:sz w:val="24"/>
          <w:szCs w:val="24"/>
        </w:rPr>
        <w:tab/>
      </w:r>
      <w:r w:rsidR="00D8678B" w:rsidRPr="00D9368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93685">
        <w:rPr>
          <w:rFonts w:ascii="Corbel" w:hAnsi="Corbel"/>
          <w:bCs/>
          <w:i/>
          <w:sz w:val="24"/>
          <w:szCs w:val="24"/>
        </w:rPr>
        <w:t>1.5</w:t>
      </w:r>
      <w:r w:rsidR="00D8678B" w:rsidRPr="00D9368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9368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9368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9368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9368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9368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9368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9368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93685">
        <w:rPr>
          <w:rFonts w:ascii="Corbel" w:hAnsi="Corbel"/>
          <w:b/>
          <w:smallCaps/>
          <w:sz w:val="24"/>
          <w:szCs w:val="24"/>
        </w:rPr>
        <w:t xml:space="preserve"> </w:t>
      </w:r>
      <w:r w:rsidR="0016781F">
        <w:rPr>
          <w:rFonts w:ascii="Corbel" w:hAnsi="Corbel"/>
          <w:b/>
          <w:smallCaps/>
          <w:sz w:val="24"/>
          <w:szCs w:val="24"/>
        </w:rPr>
        <w:t xml:space="preserve"> </w:t>
      </w:r>
      <w:r w:rsidR="00FC0E21" w:rsidRPr="00D93685">
        <w:rPr>
          <w:rFonts w:ascii="Corbel" w:hAnsi="Corbel"/>
          <w:i/>
          <w:smallCaps/>
          <w:sz w:val="24"/>
          <w:szCs w:val="24"/>
        </w:rPr>
        <w:t>202</w:t>
      </w:r>
      <w:r w:rsidR="0016781F">
        <w:rPr>
          <w:rFonts w:ascii="Corbel" w:hAnsi="Corbel"/>
          <w:i/>
          <w:smallCaps/>
          <w:sz w:val="24"/>
          <w:szCs w:val="24"/>
        </w:rPr>
        <w:t>1</w:t>
      </w:r>
      <w:r w:rsidR="00FC0E21" w:rsidRPr="00D93685">
        <w:rPr>
          <w:rFonts w:ascii="Corbel" w:hAnsi="Corbel"/>
          <w:i/>
          <w:smallCaps/>
          <w:sz w:val="24"/>
          <w:szCs w:val="24"/>
        </w:rPr>
        <w:t>/202</w:t>
      </w:r>
      <w:r w:rsidR="0016781F">
        <w:rPr>
          <w:rFonts w:ascii="Corbel" w:hAnsi="Corbel"/>
          <w:i/>
          <w:smallCaps/>
          <w:sz w:val="24"/>
          <w:szCs w:val="24"/>
        </w:rPr>
        <w:t>6</w:t>
      </w:r>
    </w:p>
    <w:p w:rsidR="0085747A" w:rsidRPr="00D9368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93685">
        <w:rPr>
          <w:rFonts w:ascii="Corbel" w:hAnsi="Corbel"/>
          <w:i/>
          <w:sz w:val="24"/>
          <w:szCs w:val="24"/>
        </w:rPr>
        <w:t>(skrajne daty</w:t>
      </w:r>
      <w:r w:rsidR="0085747A" w:rsidRPr="00D93685">
        <w:rPr>
          <w:rFonts w:ascii="Corbel" w:hAnsi="Corbel"/>
          <w:sz w:val="24"/>
          <w:szCs w:val="24"/>
        </w:rPr>
        <w:t>)</w:t>
      </w:r>
      <w:bookmarkStart w:id="0" w:name="_GoBack"/>
      <w:bookmarkEnd w:id="0"/>
    </w:p>
    <w:p w:rsidR="00445970" w:rsidRPr="00D9368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ab/>
      </w:r>
      <w:r w:rsidRPr="00D93685">
        <w:rPr>
          <w:rFonts w:ascii="Corbel" w:hAnsi="Corbel"/>
          <w:sz w:val="24"/>
          <w:szCs w:val="24"/>
        </w:rPr>
        <w:tab/>
      </w:r>
      <w:r w:rsidRPr="00D93685">
        <w:rPr>
          <w:rFonts w:ascii="Corbel" w:hAnsi="Corbel"/>
          <w:sz w:val="24"/>
          <w:szCs w:val="24"/>
        </w:rPr>
        <w:tab/>
      </w:r>
      <w:r w:rsidRPr="00D93685">
        <w:rPr>
          <w:rFonts w:ascii="Corbel" w:hAnsi="Corbel"/>
          <w:sz w:val="24"/>
          <w:szCs w:val="24"/>
        </w:rPr>
        <w:tab/>
        <w:t>R</w:t>
      </w:r>
      <w:r w:rsidR="00AC747F" w:rsidRPr="00D93685">
        <w:rPr>
          <w:rFonts w:ascii="Corbel" w:hAnsi="Corbel"/>
          <w:sz w:val="24"/>
          <w:szCs w:val="24"/>
        </w:rPr>
        <w:t xml:space="preserve">ok akademicki </w:t>
      </w:r>
      <w:r w:rsidR="00033B2D" w:rsidRPr="00D93685">
        <w:rPr>
          <w:rFonts w:ascii="Corbel" w:hAnsi="Corbel"/>
          <w:sz w:val="24"/>
          <w:szCs w:val="24"/>
        </w:rPr>
        <w:t xml:space="preserve">  </w:t>
      </w:r>
      <w:r w:rsidR="001D237A" w:rsidRPr="00D93685">
        <w:rPr>
          <w:rFonts w:ascii="Corbel" w:hAnsi="Corbel"/>
          <w:sz w:val="24"/>
          <w:szCs w:val="24"/>
        </w:rPr>
        <w:t>202</w:t>
      </w:r>
      <w:r w:rsidR="0016781F">
        <w:rPr>
          <w:rFonts w:ascii="Corbel" w:hAnsi="Corbel"/>
          <w:sz w:val="24"/>
          <w:szCs w:val="24"/>
        </w:rPr>
        <w:t>3</w:t>
      </w:r>
      <w:r w:rsidR="00033B2D" w:rsidRPr="00D93685">
        <w:rPr>
          <w:rFonts w:ascii="Corbel" w:hAnsi="Corbel"/>
          <w:sz w:val="24"/>
          <w:szCs w:val="24"/>
        </w:rPr>
        <w:t>/2</w:t>
      </w:r>
      <w:r w:rsidR="0016781F">
        <w:rPr>
          <w:rFonts w:ascii="Corbel" w:hAnsi="Corbel"/>
          <w:sz w:val="24"/>
          <w:szCs w:val="24"/>
        </w:rPr>
        <w:t>4</w:t>
      </w:r>
      <w:r w:rsidR="001D237A" w:rsidRPr="00D93685">
        <w:rPr>
          <w:rFonts w:ascii="Corbel" w:hAnsi="Corbel"/>
          <w:sz w:val="24"/>
          <w:szCs w:val="24"/>
        </w:rPr>
        <w:t>/2</w:t>
      </w:r>
      <w:r w:rsidR="0016781F">
        <w:rPr>
          <w:rFonts w:ascii="Corbel" w:hAnsi="Corbel"/>
          <w:sz w:val="24"/>
          <w:szCs w:val="24"/>
        </w:rPr>
        <w:t>5</w:t>
      </w:r>
      <w:r w:rsidR="006D6441" w:rsidRPr="00D93685">
        <w:rPr>
          <w:rFonts w:ascii="Corbel" w:hAnsi="Corbel"/>
          <w:sz w:val="24"/>
          <w:szCs w:val="24"/>
        </w:rPr>
        <w:t>/2</w:t>
      </w:r>
      <w:r w:rsidR="0016781F">
        <w:rPr>
          <w:rFonts w:ascii="Corbel" w:hAnsi="Corbel"/>
          <w:sz w:val="24"/>
          <w:szCs w:val="24"/>
        </w:rPr>
        <w:t>6</w:t>
      </w:r>
    </w:p>
    <w:p w:rsidR="0085747A" w:rsidRPr="00D936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936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3685">
        <w:rPr>
          <w:rFonts w:ascii="Corbel" w:hAnsi="Corbel"/>
          <w:szCs w:val="24"/>
        </w:rPr>
        <w:t xml:space="preserve">1. </w:t>
      </w:r>
      <w:r w:rsidR="0085747A" w:rsidRPr="00D93685">
        <w:rPr>
          <w:rFonts w:ascii="Corbel" w:hAnsi="Corbel"/>
          <w:szCs w:val="24"/>
        </w:rPr>
        <w:t xml:space="preserve">Podstawowe </w:t>
      </w:r>
      <w:r w:rsidR="00445970" w:rsidRPr="00D9368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93685" w:rsidRDefault="001D3B0E" w:rsidP="001D3B0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p</w:t>
            </w:r>
            <w:r w:rsidR="00850728" w:rsidRPr="00D93685">
              <w:rPr>
                <w:rFonts w:ascii="Corbel" w:hAnsi="Corbel"/>
                <w:sz w:val="24"/>
                <w:szCs w:val="24"/>
              </w:rPr>
              <w:t>raktyka zawodowa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9368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93685" w:rsidRDefault="001D3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N</w:t>
            </w:r>
            <w:r w:rsidR="0085747A" w:rsidRPr="00D9368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9368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93685" w:rsidRDefault="007A265C" w:rsidP="001D3B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93685" w:rsidRDefault="001D3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FC0E21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93685" w:rsidRDefault="001D3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93685" w:rsidRDefault="001D3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412646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412646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9368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9368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93685">
              <w:rPr>
                <w:rFonts w:ascii="Corbel" w:hAnsi="Corbel"/>
                <w:sz w:val="24"/>
                <w:szCs w:val="24"/>
              </w:rPr>
              <w:t>/y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93685" w:rsidRDefault="00475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IV rok, </w:t>
            </w:r>
            <w:proofErr w:type="spellStart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8;   </w:t>
            </w:r>
            <w:r w:rsidR="00D7672E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 rok, </w:t>
            </w:r>
            <w:proofErr w:type="spellStart"/>
            <w:r w:rsidR="00D7672E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D7672E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9;  V rok, </w:t>
            </w:r>
            <w:proofErr w:type="spellStart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. 10</w:t>
            </w:r>
          </w:p>
        </w:tc>
      </w:tr>
      <w:tr w:rsidR="001D3B0E" w:rsidRPr="00D93685" w:rsidTr="00B819C8">
        <w:tc>
          <w:tcPr>
            <w:tcW w:w="2694" w:type="dxa"/>
            <w:vAlign w:val="center"/>
          </w:tcPr>
          <w:p w:rsidR="001D3B0E" w:rsidRPr="00D93685" w:rsidRDefault="001D3B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D3B0E" w:rsidRPr="00D93685" w:rsidRDefault="001D3B0E" w:rsidP="00E81F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1D3B0E" w:rsidRPr="00D93685" w:rsidTr="00B819C8">
        <w:tc>
          <w:tcPr>
            <w:tcW w:w="2694" w:type="dxa"/>
            <w:vAlign w:val="center"/>
          </w:tcPr>
          <w:p w:rsidR="001D3B0E" w:rsidRPr="00D93685" w:rsidRDefault="001D3B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D3B0E" w:rsidRPr="00D93685" w:rsidRDefault="001D3B0E" w:rsidP="00E81F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D3B0E" w:rsidRPr="00D93685" w:rsidTr="00B819C8">
        <w:tc>
          <w:tcPr>
            <w:tcW w:w="2694" w:type="dxa"/>
            <w:vAlign w:val="center"/>
          </w:tcPr>
          <w:p w:rsidR="001D3B0E" w:rsidRPr="00D93685" w:rsidRDefault="001D3B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D3B0E" w:rsidRPr="00D93685" w:rsidRDefault="001D3B0E" w:rsidP="00E81F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85747A" w:rsidRPr="00D93685" w:rsidTr="00B819C8">
        <w:tc>
          <w:tcPr>
            <w:tcW w:w="2694" w:type="dxa"/>
            <w:vAlign w:val="center"/>
          </w:tcPr>
          <w:p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81B9E" w:rsidRPr="00D93685" w:rsidRDefault="00D81B9E" w:rsidP="001D3B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D81B9E" w:rsidRPr="00D93685" w:rsidRDefault="00D81B9E" w:rsidP="001D3B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Łaba-</w:t>
            </w:r>
            <w:proofErr w:type="spellStart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  <w:p w:rsidR="0085747A" w:rsidRPr="00D93685" w:rsidRDefault="00D81B9E" w:rsidP="001D3B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dr Aleksandra Mach</w:t>
            </w:r>
          </w:p>
        </w:tc>
      </w:tr>
    </w:tbl>
    <w:p w:rsidR="00A81544" w:rsidRPr="00D93685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93685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>1.</w:t>
      </w:r>
      <w:r w:rsidR="00E22FBC" w:rsidRPr="00D93685">
        <w:rPr>
          <w:rFonts w:ascii="Corbel" w:hAnsi="Corbel"/>
          <w:sz w:val="24"/>
          <w:szCs w:val="24"/>
        </w:rPr>
        <w:t>1</w:t>
      </w:r>
      <w:r w:rsidRPr="00D9368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9368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Semestr</w:t>
            </w:r>
          </w:p>
          <w:p w:rsidR="00015B8F" w:rsidRPr="00D9368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(</w:t>
            </w:r>
            <w:r w:rsidR="00363F78" w:rsidRPr="00D9368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3685">
              <w:rPr>
                <w:rFonts w:ascii="Corbel" w:hAnsi="Corbel"/>
                <w:szCs w:val="24"/>
              </w:rPr>
              <w:t>Wykł</w:t>
            </w:r>
            <w:proofErr w:type="spellEnd"/>
            <w:r w:rsidRPr="00D936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3685">
              <w:rPr>
                <w:rFonts w:ascii="Corbel" w:hAnsi="Corbel"/>
                <w:szCs w:val="24"/>
              </w:rPr>
              <w:t>Konw</w:t>
            </w:r>
            <w:proofErr w:type="spellEnd"/>
            <w:r w:rsidRPr="00D936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3685">
              <w:rPr>
                <w:rFonts w:ascii="Corbel" w:hAnsi="Corbel"/>
                <w:szCs w:val="24"/>
              </w:rPr>
              <w:t>Sem</w:t>
            </w:r>
            <w:proofErr w:type="spellEnd"/>
            <w:r w:rsidRPr="00D936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3685">
              <w:rPr>
                <w:rFonts w:ascii="Corbel" w:hAnsi="Corbel"/>
                <w:szCs w:val="24"/>
              </w:rPr>
              <w:t>Prakt</w:t>
            </w:r>
            <w:proofErr w:type="spellEnd"/>
            <w:r w:rsidRPr="00D936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93685">
              <w:rPr>
                <w:rFonts w:ascii="Corbel" w:hAnsi="Corbel"/>
                <w:b/>
                <w:szCs w:val="24"/>
              </w:rPr>
              <w:t>Liczba pkt</w:t>
            </w:r>
            <w:r w:rsidR="00B90885" w:rsidRPr="00D93685">
              <w:rPr>
                <w:rFonts w:ascii="Corbel" w:hAnsi="Corbel"/>
                <w:b/>
                <w:szCs w:val="24"/>
              </w:rPr>
              <w:t>.</w:t>
            </w:r>
            <w:r w:rsidRPr="00D9368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9368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E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6D6441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3</w:t>
            </w:r>
            <w:r w:rsidR="00D7672E" w:rsidRPr="00D9368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7672E" w:rsidRPr="00D9368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2E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6D6441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6441" w:rsidRPr="00D9368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5135E" w:rsidRPr="00D93685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1D3B0E" w:rsidRPr="00D93685" w:rsidRDefault="001D3B0E" w:rsidP="001D3B0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>1.2.</w:t>
      </w:r>
      <w:r w:rsidRPr="00D936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D3B0E" w:rsidRPr="00D93685" w:rsidRDefault="001D3B0E" w:rsidP="001D3B0E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93685">
        <w:rPr>
          <w:rFonts w:ascii="Corbel" w:eastAsia="MS Gothic" w:hAnsi="Corbel"/>
          <w:b w:val="0"/>
          <w:szCs w:val="24"/>
        </w:rPr>
        <w:sym w:font="Wingdings" w:char="F078"/>
      </w:r>
      <w:r w:rsidRPr="00D93685">
        <w:rPr>
          <w:rFonts w:ascii="Corbel" w:eastAsia="MS Gothic" w:hAnsi="Corbel"/>
          <w:b w:val="0"/>
          <w:szCs w:val="24"/>
        </w:rPr>
        <w:t xml:space="preserve"> </w:t>
      </w:r>
      <w:r w:rsidRPr="00D93685">
        <w:rPr>
          <w:rFonts w:ascii="Corbel" w:hAnsi="Corbel"/>
          <w:b w:val="0"/>
          <w:smallCaps w:val="0"/>
          <w:szCs w:val="24"/>
        </w:rPr>
        <w:t>zajęcia w formie tradycyjnej</w:t>
      </w:r>
    </w:p>
    <w:p w:rsidR="001D3B0E" w:rsidRPr="00D93685" w:rsidRDefault="001D3B0E" w:rsidP="001D3B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3685">
        <w:rPr>
          <w:rFonts w:ascii="MS Gothic" w:eastAsia="MS Gothic" w:hAnsi="MS Gothic" w:cs="MS Gothic" w:hint="eastAsia"/>
          <w:b w:val="0"/>
          <w:szCs w:val="24"/>
        </w:rPr>
        <w:t>☐</w:t>
      </w:r>
      <w:r w:rsidRPr="00D936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D3B0E" w:rsidRPr="00D93685" w:rsidRDefault="001D3B0E" w:rsidP="001D3B0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D3B0E" w:rsidRPr="00D93685" w:rsidRDefault="001D3B0E" w:rsidP="001D3B0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1.3 </w:t>
      </w:r>
      <w:r w:rsidRPr="00D93685">
        <w:rPr>
          <w:rFonts w:ascii="Corbel" w:hAnsi="Corbel"/>
          <w:smallCaps w:val="0"/>
          <w:szCs w:val="24"/>
        </w:rPr>
        <w:tab/>
        <w:t>Forma zaliczenia przedmiotu  (z toku)</w:t>
      </w:r>
    </w:p>
    <w:p w:rsidR="001D3B0E" w:rsidRPr="00D93685" w:rsidRDefault="001D3B0E" w:rsidP="001D3B0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ab/>
      </w:r>
      <w:r w:rsidRPr="00D93685">
        <w:rPr>
          <w:rFonts w:ascii="Corbel" w:hAnsi="Corbel"/>
          <w:b w:val="0"/>
          <w:smallCaps w:val="0"/>
          <w:szCs w:val="24"/>
        </w:rPr>
        <w:t>zaliczenie z oceną</w:t>
      </w:r>
    </w:p>
    <w:p w:rsidR="00B62055" w:rsidRPr="00D93685" w:rsidRDefault="00B62055" w:rsidP="00EF049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RPr="00D936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368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93685" w:rsidTr="00745302">
        <w:tc>
          <w:tcPr>
            <w:tcW w:w="9670" w:type="dxa"/>
          </w:tcPr>
          <w:p w:rsidR="008E57D6" w:rsidRPr="00D93685" w:rsidRDefault="008E57D6" w:rsidP="008E57D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1. zaliczenie przedmiotów realizowanych w  toku studiów (semestr VII)</w:t>
            </w:r>
            <w:r w:rsidR="00A2799C"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 dla praktyki </w:t>
            </w:r>
            <w:r w:rsidRPr="00D93685">
              <w:rPr>
                <w:rFonts w:ascii="Corbel" w:hAnsi="Corbel"/>
                <w:b w:val="0"/>
                <w:smallCaps w:val="0"/>
                <w:szCs w:val="24"/>
              </w:rPr>
              <w:t>w semestrze V</w:t>
            </w:r>
            <w:r w:rsidR="00A2799C" w:rsidRPr="00D93685">
              <w:rPr>
                <w:rFonts w:ascii="Corbel" w:hAnsi="Corbel"/>
                <w:b w:val="0"/>
                <w:smallCaps w:val="0"/>
                <w:szCs w:val="24"/>
              </w:rPr>
              <w:t>II</w:t>
            </w:r>
            <w:r w:rsidRPr="00D93685">
              <w:rPr>
                <w:rFonts w:ascii="Corbel" w:hAnsi="Corbel"/>
                <w:b w:val="0"/>
                <w:smallCaps w:val="0"/>
                <w:szCs w:val="24"/>
              </w:rPr>
              <w:t>I;</w:t>
            </w:r>
          </w:p>
          <w:p w:rsidR="00A2799C" w:rsidRPr="00D93685" w:rsidRDefault="00A2799C" w:rsidP="008E57D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(semestr VIII) dla praktyki w semestrze IX;</w:t>
            </w:r>
          </w:p>
          <w:p w:rsidR="0002440A" w:rsidRPr="00D93685" w:rsidRDefault="00A2799C" w:rsidP="00A279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</w:t>
            </w:r>
            <w:r w:rsidR="008E57D6"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93685">
              <w:rPr>
                <w:rFonts w:ascii="Corbel" w:hAnsi="Corbel"/>
                <w:b w:val="0"/>
                <w:smallCaps w:val="0"/>
                <w:szCs w:val="24"/>
              </w:rPr>
              <w:t>zaliczenie przedmiotów realizowanych w  toku studiów (semestr IX) dla praktyki w semestrze X.</w:t>
            </w:r>
          </w:p>
        </w:tc>
      </w:tr>
    </w:tbl>
    <w:p w:rsidR="0085747A" w:rsidRPr="00D936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3685">
        <w:rPr>
          <w:rFonts w:ascii="Corbel" w:hAnsi="Corbel"/>
          <w:szCs w:val="24"/>
        </w:rPr>
        <w:lastRenderedPageBreak/>
        <w:t>3.</w:t>
      </w:r>
      <w:r w:rsidR="0085747A" w:rsidRPr="00D93685">
        <w:rPr>
          <w:rFonts w:ascii="Corbel" w:hAnsi="Corbel"/>
          <w:szCs w:val="24"/>
        </w:rPr>
        <w:t xml:space="preserve"> </w:t>
      </w:r>
      <w:r w:rsidR="00A84C85" w:rsidRPr="00D93685">
        <w:rPr>
          <w:rFonts w:ascii="Corbel" w:hAnsi="Corbel"/>
          <w:szCs w:val="24"/>
        </w:rPr>
        <w:t>cele, efekty uczenia się</w:t>
      </w:r>
      <w:r w:rsidR="0085747A" w:rsidRPr="00D93685">
        <w:rPr>
          <w:rFonts w:ascii="Corbel" w:hAnsi="Corbel"/>
          <w:szCs w:val="24"/>
        </w:rPr>
        <w:t xml:space="preserve"> , treści Programowe i stosowane metody Dydaktyczne</w:t>
      </w:r>
    </w:p>
    <w:p w:rsidR="002752A4" w:rsidRPr="00D93685" w:rsidRDefault="002752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D3891" w:rsidRPr="00D93685" w:rsidRDefault="0071620A" w:rsidP="00447A7F">
      <w:pPr>
        <w:pStyle w:val="Podpunkty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 xml:space="preserve">3.1 </w:t>
      </w:r>
      <w:r w:rsidR="00C05F44" w:rsidRPr="00D93685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93685" w:rsidTr="00614BD2">
        <w:tc>
          <w:tcPr>
            <w:tcW w:w="851" w:type="dxa"/>
            <w:vAlign w:val="center"/>
          </w:tcPr>
          <w:p w:rsidR="00614BD2" w:rsidRPr="00D93685" w:rsidRDefault="00614B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14BD2" w:rsidRPr="00D93685" w:rsidRDefault="00DC03E6" w:rsidP="00D57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 xml:space="preserve">specyfiki funkcjonowania </w:t>
            </w:r>
            <w:r w:rsidR="003162A2" w:rsidRPr="00D93685">
              <w:rPr>
                <w:rFonts w:ascii="Corbel" w:hAnsi="Corbel"/>
                <w:b w:val="0"/>
                <w:sz w:val="24"/>
                <w:szCs w:val="24"/>
              </w:rPr>
              <w:t>przedszkola, szkoły lub placówki systemu oświaty</w:t>
            </w: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70BF6" w:rsidRPr="00D93685">
              <w:rPr>
                <w:rFonts w:ascii="Corbel" w:hAnsi="Corbel"/>
                <w:b w:val="0"/>
                <w:sz w:val="24"/>
                <w:szCs w:val="24"/>
              </w:rPr>
              <w:t xml:space="preserve">w tym działań 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 xml:space="preserve">diagnostycznych, </w:t>
            </w:r>
            <w:r w:rsidR="00B70BF6" w:rsidRPr="00D93685">
              <w:rPr>
                <w:rFonts w:ascii="Corbel" w:hAnsi="Corbel"/>
                <w:b w:val="0"/>
                <w:sz w:val="24"/>
                <w:szCs w:val="24"/>
              </w:rPr>
              <w:t>edukacyj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B70BF6" w:rsidRPr="00D93685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>, terapeutycznych</w:t>
            </w:r>
            <w:r w:rsidR="000605E3" w:rsidRPr="00D936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0D36" w:rsidRPr="00D93685">
              <w:rPr>
                <w:rFonts w:ascii="Corbel" w:hAnsi="Corbel"/>
                <w:b w:val="0"/>
                <w:sz w:val="24"/>
                <w:szCs w:val="24"/>
              </w:rPr>
              <w:t xml:space="preserve"> i opiekuńczo - 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>wychowawczych</w:t>
            </w:r>
            <w:r w:rsidR="00D46A49" w:rsidRPr="00D9368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2037CE" w:rsidRPr="00D93685" w:rsidTr="00614BD2">
        <w:tc>
          <w:tcPr>
            <w:tcW w:w="851" w:type="dxa"/>
            <w:vAlign w:val="center"/>
          </w:tcPr>
          <w:p w:rsidR="002037CE" w:rsidRPr="00D93685" w:rsidRDefault="002037CE" w:rsidP="00D47D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037CE" w:rsidRPr="00D93685" w:rsidRDefault="002037CE" w:rsidP="004617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461747" w:rsidRPr="00D93685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z dokumentami prawno-organizacyjnymi </w:t>
            </w:r>
            <w:r w:rsidR="00461747" w:rsidRPr="00D93685">
              <w:rPr>
                <w:rFonts w:ascii="Corbel" w:hAnsi="Corbel"/>
                <w:b w:val="0"/>
                <w:sz w:val="24"/>
                <w:szCs w:val="24"/>
              </w:rPr>
              <w:t xml:space="preserve">stanowiącymi podstawy funkcjonowania </w:t>
            </w: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="00461747" w:rsidRPr="00D93685">
              <w:rPr>
                <w:rFonts w:ascii="Corbel" w:hAnsi="Corbel"/>
                <w:b w:val="0"/>
                <w:sz w:val="24"/>
                <w:szCs w:val="24"/>
              </w:rPr>
              <w:t xml:space="preserve">oświatowych dla dzieci i młodzieży z niepełnosprawnością intelektualną. </w:t>
            </w:r>
          </w:p>
        </w:tc>
      </w:tr>
      <w:tr w:rsidR="002037CE" w:rsidRPr="00D93685" w:rsidTr="00614BD2">
        <w:tc>
          <w:tcPr>
            <w:tcW w:w="851" w:type="dxa"/>
            <w:vAlign w:val="center"/>
          </w:tcPr>
          <w:p w:rsidR="002037CE" w:rsidRPr="00D93685" w:rsidRDefault="002037CE" w:rsidP="00D47D7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037CE" w:rsidRPr="00D93685" w:rsidRDefault="00461747" w:rsidP="004617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metodycznymi założeniami pracy dydaktyczno-wychowawczej, opiekuńczej, terapeutycznej i rewalidacyjnej z dziećmi i uczniami z niepełnosprawnością intelektualną. </w:t>
            </w:r>
          </w:p>
        </w:tc>
      </w:tr>
    </w:tbl>
    <w:p w:rsidR="00F3607C" w:rsidRPr="00D93685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D93685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b/>
          <w:sz w:val="24"/>
          <w:szCs w:val="24"/>
        </w:rPr>
        <w:t xml:space="preserve">3.2 </w:t>
      </w:r>
      <w:r w:rsidR="001D7B54" w:rsidRPr="00D93685">
        <w:rPr>
          <w:rFonts w:ascii="Corbel" w:hAnsi="Corbel"/>
          <w:b/>
          <w:sz w:val="24"/>
          <w:szCs w:val="24"/>
        </w:rPr>
        <w:t xml:space="preserve">Efekty </w:t>
      </w:r>
      <w:r w:rsidR="00C05F44" w:rsidRPr="00D9368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93685">
        <w:rPr>
          <w:rFonts w:ascii="Corbel" w:hAnsi="Corbel"/>
          <w:b/>
          <w:sz w:val="24"/>
          <w:szCs w:val="24"/>
        </w:rPr>
        <w:t>dla p</w:t>
      </w:r>
      <w:r w:rsidR="00D46A49" w:rsidRPr="00D93685">
        <w:rPr>
          <w:rFonts w:ascii="Corbel" w:hAnsi="Corbel"/>
          <w:b/>
          <w:sz w:val="24"/>
          <w:szCs w:val="24"/>
        </w:rPr>
        <w:t xml:space="preserve">odczas </w:t>
      </w:r>
      <w:r w:rsidR="004A0541" w:rsidRPr="00D93685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93685" w:rsidTr="006045B0">
        <w:trPr>
          <w:jc w:val="center"/>
        </w:trPr>
        <w:tc>
          <w:tcPr>
            <w:tcW w:w="1701" w:type="dxa"/>
            <w:vAlign w:val="center"/>
          </w:tcPr>
          <w:p w:rsidR="0085747A" w:rsidRPr="00D93685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9368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9368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93685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93685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936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0E4C" w:rsidRPr="00D93685" w:rsidTr="001D3B0E">
        <w:trPr>
          <w:trHeight w:val="549"/>
          <w:jc w:val="center"/>
        </w:trPr>
        <w:tc>
          <w:tcPr>
            <w:tcW w:w="1701" w:type="dxa"/>
          </w:tcPr>
          <w:p w:rsidR="00AA0E4C" w:rsidRPr="00D93685" w:rsidRDefault="00AA0E4C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A0E4C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zadania charakterystyczne dla przedszkola, szkoły lub placówki systemu oświaty oraz środowisko, w jakim one działają</w:t>
            </w:r>
            <w:r w:rsidRPr="00D9368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AA0E4C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F2467E" w:rsidRPr="00D93685" w:rsidTr="001D3B0E">
        <w:trPr>
          <w:trHeight w:val="840"/>
          <w:jc w:val="center"/>
        </w:trPr>
        <w:tc>
          <w:tcPr>
            <w:tcW w:w="1701" w:type="dxa"/>
          </w:tcPr>
          <w:p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2467E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organizację, statut i plan pracy przedszkola, szkoły lub placówki systemu oświaty oraz pro</w:t>
            </w:r>
            <w:r w:rsidRPr="00D93685">
              <w:rPr>
                <w:rFonts w:ascii="Corbel" w:hAnsi="Corbel"/>
                <w:sz w:val="24"/>
                <w:szCs w:val="24"/>
              </w:rPr>
              <w:t>gram wychowawczo-profilaktyczny.</w:t>
            </w:r>
          </w:p>
        </w:tc>
        <w:tc>
          <w:tcPr>
            <w:tcW w:w="1873" w:type="dxa"/>
          </w:tcPr>
          <w:p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F2467E" w:rsidRPr="00D93685" w:rsidTr="001D3B0E">
        <w:trPr>
          <w:trHeight w:val="853"/>
          <w:jc w:val="center"/>
        </w:trPr>
        <w:tc>
          <w:tcPr>
            <w:tcW w:w="1701" w:type="dxa"/>
          </w:tcPr>
          <w:p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2467E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zasady zapewniania bezpieczeństwa dzieciom w przedszkolu, uczniom w szkole lub placówce systemu oświaty i poza nimi.</w:t>
            </w:r>
          </w:p>
        </w:tc>
        <w:tc>
          <w:tcPr>
            <w:tcW w:w="1873" w:type="dxa"/>
          </w:tcPr>
          <w:p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F2467E" w:rsidRPr="00D93685" w:rsidTr="001D3B0E">
        <w:trPr>
          <w:trHeight w:val="911"/>
          <w:jc w:val="center"/>
        </w:trPr>
        <w:tc>
          <w:tcPr>
            <w:tcW w:w="1701" w:type="dxa"/>
          </w:tcPr>
          <w:p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2467E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Wyciąga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</w:tcPr>
          <w:p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F2467E" w:rsidRPr="00D93685" w:rsidTr="001D3B0E">
        <w:trPr>
          <w:trHeight w:val="623"/>
          <w:jc w:val="center"/>
        </w:trPr>
        <w:tc>
          <w:tcPr>
            <w:tcW w:w="1701" w:type="dxa"/>
          </w:tcPr>
          <w:p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2467E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Wyciąga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 xml:space="preserve"> wnioski z obserwacji sposobu integracji działań opiekuńczo-wychowawczych i </w:t>
            </w:r>
            <w:r w:rsidRPr="00D93685">
              <w:rPr>
                <w:rFonts w:ascii="Corbel" w:hAnsi="Corbel"/>
                <w:sz w:val="24"/>
                <w:szCs w:val="24"/>
              </w:rPr>
              <w:t>dydaktycznych przez nauczycieli.</w:t>
            </w:r>
          </w:p>
        </w:tc>
        <w:tc>
          <w:tcPr>
            <w:tcW w:w="1873" w:type="dxa"/>
          </w:tcPr>
          <w:p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F2467E" w:rsidRPr="00D93685" w:rsidTr="001D3B0E">
        <w:trPr>
          <w:trHeight w:val="1114"/>
          <w:jc w:val="center"/>
        </w:trPr>
        <w:tc>
          <w:tcPr>
            <w:tcW w:w="1701" w:type="dxa"/>
          </w:tcPr>
          <w:p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2467E" w:rsidRPr="00D93685" w:rsidRDefault="00F11EB8" w:rsidP="00BF28F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Wyciąga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 xml:space="preserve"> 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</w:tcPr>
          <w:p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F2467E" w:rsidRPr="00D93685" w:rsidTr="001D3B0E">
        <w:trPr>
          <w:trHeight w:val="607"/>
          <w:jc w:val="center"/>
        </w:trPr>
        <w:tc>
          <w:tcPr>
            <w:tcW w:w="1701" w:type="dxa"/>
          </w:tcPr>
          <w:p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2467E" w:rsidRPr="00D93685" w:rsidRDefault="00F11EB8" w:rsidP="00BF28F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Zaplanuje i przeprowadzi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 xml:space="preserve"> zajęcia pod nadzo</w:t>
            </w:r>
            <w:r w:rsidRPr="00D93685">
              <w:rPr>
                <w:rFonts w:ascii="Corbel" w:hAnsi="Corbel"/>
                <w:sz w:val="24"/>
                <w:szCs w:val="24"/>
              </w:rPr>
              <w:t>rem opiekuna praktyk zawodowych.</w:t>
            </w:r>
          </w:p>
        </w:tc>
        <w:tc>
          <w:tcPr>
            <w:tcW w:w="1873" w:type="dxa"/>
          </w:tcPr>
          <w:p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F2467E" w:rsidRPr="00D93685" w:rsidTr="00EF0491">
        <w:trPr>
          <w:trHeight w:val="1050"/>
          <w:jc w:val="center"/>
        </w:trPr>
        <w:tc>
          <w:tcPr>
            <w:tcW w:w="1701" w:type="dxa"/>
          </w:tcPr>
          <w:p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F2467E" w:rsidRPr="00D93685" w:rsidRDefault="00F11EB8" w:rsidP="00F11EB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Zanalizuje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przy pomocy opiekuna praktyk zawodowych oraz nauczycieli akademickich prowadzących zajęcia w zakresie przygotowania psychologiczno-pedagogicznego,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sytuacje i zdarzenia pedagogiczne zaobserwowane lub doświadczone w czasie praktyk.</w:t>
            </w:r>
          </w:p>
        </w:tc>
        <w:tc>
          <w:tcPr>
            <w:tcW w:w="1873" w:type="dxa"/>
          </w:tcPr>
          <w:p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E.3I.U5.</w:t>
            </w:r>
          </w:p>
        </w:tc>
      </w:tr>
      <w:tr w:rsidR="00F2467E" w:rsidRPr="00D93685" w:rsidTr="001D3B0E">
        <w:trPr>
          <w:trHeight w:val="555"/>
          <w:jc w:val="center"/>
        </w:trPr>
        <w:tc>
          <w:tcPr>
            <w:tcW w:w="1701" w:type="dxa"/>
          </w:tcPr>
          <w:p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2467E" w:rsidRPr="00D93685" w:rsidRDefault="00F11EB8" w:rsidP="00BF28F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</w:tcPr>
          <w:p w:rsidR="00F2467E" w:rsidRPr="00D93685" w:rsidRDefault="00F11EB8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:rsidR="002E6CB7" w:rsidRPr="00D93685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D9368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b/>
          <w:sz w:val="24"/>
          <w:szCs w:val="24"/>
        </w:rPr>
        <w:t>3.3</w:t>
      </w:r>
      <w:r w:rsidR="001D7B54" w:rsidRPr="00D93685">
        <w:rPr>
          <w:rFonts w:ascii="Corbel" w:hAnsi="Corbel"/>
          <w:b/>
          <w:sz w:val="24"/>
          <w:szCs w:val="24"/>
        </w:rPr>
        <w:t xml:space="preserve"> </w:t>
      </w:r>
      <w:r w:rsidR="0085747A" w:rsidRPr="00D93685">
        <w:rPr>
          <w:rFonts w:ascii="Corbel" w:hAnsi="Corbel"/>
          <w:b/>
          <w:sz w:val="24"/>
          <w:szCs w:val="24"/>
        </w:rPr>
        <w:t>T</w:t>
      </w:r>
      <w:r w:rsidR="001D7B54" w:rsidRPr="00D9368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93685">
        <w:rPr>
          <w:rFonts w:ascii="Corbel" w:hAnsi="Corbel"/>
          <w:sz w:val="24"/>
          <w:szCs w:val="24"/>
        </w:rPr>
        <w:t xml:space="preserve">  </w:t>
      </w:r>
    </w:p>
    <w:p w:rsidR="003E4196" w:rsidRPr="00D93685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 xml:space="preserve">Problematyka wykładu </w:t>
      </w:r>
      <w:r w:rsidR="00F11EB8" w:rsidRPr="00D93685">
        <w:rPr>
          <w:rFonts w:ascii="Corbel" w:hAnsi="Corbel"/>
          <w:sz w:val="24"/>
          <w:szCs w:val="24"/>
        </w:rPr>
        <w:t>– nie dotyczy</w:t>
      </w:r>
    </w:p>
    <w:p w:rsidR="003C18DD" w:rsidRPr="00D93685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2549B9" w:rsidRPr="00D93685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>Prob</w:t>
      </w:r>
      <w:r w:rsidR="002549B9" w:rsidRPr="00D93685">
        <w:rPr>
          <w:rFonts w:ascii="Corbel" w:hAnsi="Corbel"/>
          <w:sz w:val="24"/>
          <w:szCs w:val="24"/>
        </w:rPr>
        <w:t xml:space="preserve">lematyka </w:t>
      </w:r>
      <w:r w:rsidR="003C18DD" w:rsidRPr="00D93685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3685" w:rsidTr="00F11EB8">
        <w:tc>
          <w:tcPr>
            <w:tcW w:w="9520" w:type="dxa"/>
          </w:tcPr>
          <w:p w:rsidR="0085747A" w:rsidRPr="00D93685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D1705" w:rsidRPr="00D93685" w:rsidTr="00F11EB8">
        <w:tc>
          <w:tcPr>
            <w:tcW w:w="9520" w:type="dxa"/>
          </w:tcPr>
          <w:p w:rsidR="00DD1705" w:rsidRPr="00D93685" w:rsidRDefault="00EB2AD0" w:rsidP="00D218A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Zapoznanie ze strukturą organizacyjn</w:t>
            </w:r>
            <w:r w:rsidR="003B2465" w:rsidRPr="00D93685">
              <w:rPr>
                <w:rFonts w:ascii="Corbel" w:hAnsi="Corbel"/>
                <w:sz w:val="24"/>
                <w:szCs w:val="24"/>
              </w:rPr>
              <w:t xml:space="preserve">ą 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 xml:space="preserve">i zadaniami </w:t>
            </w:r>
            <w:r w:rsidR="003B2465" w:rsidRPr="00D93685">
              <w:rPr>
                <w:rFonts w:ascii="Corbel" w:hAnsi="Corbel"/>
                <w:sz w:val="24"/>
                <w:szCs w:val="24"/>
              </w:rPr>
              <w:t xml:space="preserve">przedszkola, </w:t>
            </w:r>
            <w:r w:rsidR="00D059FD" w:rsidRPr="00D93685">
              <w:rPr>
                <w:rFonts w:ascii="Corbel" w:hAnsi="Corbel"/>
                <w:sz w:val="24"/>
                <w:szCs w:val="24"/>
              </w:rPr>
              <w:t xml:space="preserve">szkoły, </w:t>
            </w:r>
            <w:r w:rsidR="003B2465" w:rsidRPr="00D93685">
              <w:rPr>
                <w:rFonts w:ascii="Corbel" w:hAnsi="Corbel"/>
                <w:sz w:val="24"/>
                <w:szCs w:val="24"/>
              </w:rPr>
              <w:t>placówki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>,</w:t>
            </w:r>
            <w:r w:rsidR="003B2465" w:rsidRPr="00D9368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9FD" w:rsidRPr="00D93685">
              <w:rPr>
                <w:rFonts w:ascii="Corbel" w:hAnsi="Corbel"/>
                <w:sz w:val="24"/>
                <w:szCs w:val="24"/>
              </w:rPr>
              <w:t>w tym z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93685">
              <w:rPr>
                <w:rFonts w:ascii="Corbel" w:hAnsi="Corbel"/>
                <w:sz w:val="24"/>
                <w:szCs w:val="24"/>
              </w:rPr>
              <w:t xml:space="preserve">regulującymi 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BC03CB" w:rsidRPr="00D93685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>(statut, plan pracy, program wychowawczo-profilaktyczny)</w:t>
            </w:r>
            <w:r w:rsidR="00DA2E6C" w:rsidRPr="00D93685">
              <w:rPr>
                <w:rFonts w:ascii="Corbel" w:hAnsi="Corbel"/>
                <w:sz w:val="24"/>
                <w:szCs w:val="24"/>
              </w:rPr>
              <w:t xml:space="preserve"> oraz z zasadami zapewniania bezpieczeństwa.</w:t>
            </w:r>
          </w:p>
        </w:tc>
      </w:tr>
      <w:tr w:rsidR="00FC1098" w:rsidRPr="00D93685" w:rsidTr="00F11EB8">
        <w:tc>
          <w:tcPr>
            <w:tcW w:w="9520" w:type="dxa"/>
          </w:tcPr>
          <w:p w:rsidR="00FC1098" w:rsidRPr="00D93685" w:rsidRDefault="00BC03CB" w:rsidP="00D218A3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Zapoznanie ze specyfiką pracy 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>nauczycieli i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specjalistów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 xml:space="preserve"> zatrudnionych w przedszkolach, szkołach i placówkach dla dzieci i młodzieży z ni</w:t>
            </w:r>
            <w:r w:rsidR="00DA2E6C" w:rsidRPr="00D93685">
              <w:rPr>
                <w:rFonts w:ascii="Corbel" w:hAnsi="Corbel"/>
                <w:sz w:val="24"/>
                <w:szCs w:val="24"/>
              </w:rPr>
              <w:t xml:space="preserve">epełnosprawnością intelektualną. </w:t>
            </w:r>
          </w:p>
        </w:tc>
      </w:tr>
      <w:tr w:rsidR="00765E03" w:rsidRPr="00D93685" w:rsidTr="00F11EB8">
        <w:tc>
          <w:tcPr>
            <w:tcW w:w="9520" w:type="dxa"/>
          </w:tcPr>
          <w:p w:rsidR="003B2465" w:rsidRPr="00D93685" w:rsidRDefault="005170CC" w:rsidP="00D218A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</w:t>
            </w:r>
            <w:r w:rsidR="00DA2E6C" w:rsidRPr="00D93685">
              <w:rPr>
                <w:rFonts w:ascii="Corbel" w:hAnsi="Corbel"/>
                <w:sz w:val="24"/>
                <w:szCs w:val="24"/>
              </w:rPr>
              <w:t xml:space="preserve">ych, </w:t>
            </w:r>
            <w:r w:rsidRPr="00D93685">
              <w:rPr>
                <w:rFonts w:ascii="Corbel" w:hAnsi="Corbel"/>
                <w:sz w:val="24"/>
                <w:szCs w:val="24"/>
              </w:rPr>
              <w:t>opiekuńczych</w:t>
            </w:r>
            <w:r w:rsidR="00DA2E6C" w:rsidRPr="00D93685">
              <w:rPr>
                <w:rFonts w:ascii="Corbel" w:hAnsi="Corbel"/>
                <w:sz w:val="24"/>
                <w:szCs w:val="24"/>
              </w:rPr>
              <w:t>, terapeutycznych, rewalidacyjnych. F</w:t>
            </w:r>
            <w:r w:rsidRPr="00D93685">
              <w:rPr>
                <w:rFonts w:ascii="Corbel" w:hAnsi="Corbel"/>
                <w:sz w:val="24"/>
                <w:szCs w:val="24"/>
              </w:rPr>
              <w:t>ormułowanie wniosków na podstawie zaobserwowanych sytuacji.</w:t>
            </w:r>
          </w:p>
        </w:tc>
      </w:tr>
      <w:tr w:rsidR="00D336FE" w:rsidRPr="00D93685" w:rsidTr="00F11EB8">
        <w:tc>
          <w:tcPr>
            <w:tcW w:w="9520" w:type="dxa"/>
          </w:tcPr>
          <w:p w:rsidR="00AA6A91" w:rsidRPr="00D93685" w:rsidRDefault="00AA6A91" w:rsidP="00D2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Wysuwanie wniosków z obserwacji sposobu integracji dz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>iałań opiekuńczo-wychowawczych,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dydaktycznych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>, terapeutycznych i rewalidacyjnych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0ED9" w:rsidRPr="00D93685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przez nauczycieli 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 xml:space="preserve">i specjalistów wobec dzieci i uczniów z niepełnosprawnością intelektualną. </w:t>
            </w:r>
          </w:p>
        </w:tc>
      </w:tr>
      <w:tr w:rsidR="00310ED9" w:rsidRPr="00D93685" w:rsidTr="00F11EB8">
        <w:tc>
          <w:tcPr>
            <w:tcW w:w="9520" w:type="dxa"/>
          </w:tcPr>
          <w:p w:rsidR="00310ED9" w:rsidRPr="00D93685" w:rsidRDefault="00310ED9" w:rsidP="00D2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</w:t>
            </w:r>
            <w:r w:rsidR="00004294" w:rsidRPr="00D93685">
              <w:rPr>
                <w:rFonts w:ascii="Corbel" w:hAnsi="Corbel"/>
                <w:sz w:val="24"/>
                <w:szCs w:val="24"/>
              </w:rPr>
              <w:t>nauczycieli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10ED9" w:rsidRPr="00D93685" w:rsidTr="00F11EB8">
        <w:tc>
          <w:tcPr>
            <w:tcW w:w="9520" w:type="dxa"/>
          </w:tcPr>
          <w:p w:rsidR="00310ED9" w:rsidRPr="00D93685" w:rsidRDefault="00CD50B3" w:rsidP="00D2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Zaplanowanie i przeprowadzenie 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>zajęć edukacyjnych, rewalidacyjnych, terapeutycznych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pod nadzorem opiekuna praktyk zawodowych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>.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CD50B3" w:rsidRPr="00D93685" w:rsidTr="00F11EB8">
        <w:tc>
          <w:tcPr>
            <w:tcW w:w="9520" w:type="dxa"/>
          </w:tcPr>
          <w:p w:rsidR="00CD50B3" w:rsidRPr="00D93685" w:rsidRDefault="00CD50B3" w:rsidP="00D2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Analizowanie </w:t>
            </w:r>
            <w:r w:rsidR="009B4176" w:rsidRPr="00D93685">
              <w:rPr>
                <w:rFonts w:ascii="Corbel" w:hAnsi="Corbel"/>
                <w:sz w:val="24"/>
                <w:szCs w:val="24"/>
              </w:rPr>
              <w:t xml:space="preserve">sytuacji oraz </w:t>
            </w:r>
            <w:r w:rsidR="003A637D" w:rsidRPr="00D93685">
              <w:rPr>
                <w:rFonts w:ascii="Corbel" w:hAnsi="Corbel"/>
                <w:sz w:val="24"/>
                <w:szCs w:val="24"/>
              </w:rPr>
              <w:t>zdarzeń pedag</w:t>
            </w:r>
            <w:r w:rsidR="009B4176" w:rsidRPr="00D93685">
              <w:rPr>
                <w:rFonts w:ascii="Corbel" w:hAnsi="Corbel"/>
                <w:sz w:val="24"/>
                <w:szCs w:val="24"/>
              </w:rPr>
              <w:t>o</w:t>
            </w:r>
            <w:r w:rsidR="003A637D" w:rsidRPr="00D93685">
              <w:rPr>
                <w:rFonts w:ascii="Corbel" w:hAnsi="Corbel"/>
                <w:sz w:val="24"/>
                <w:szCs w:val="24"/>
              </w:rPr>
              <w:t>g</w:t>
            </w:r>
            <w:r w:rsidR="009B4176" w:rsidRPr="00D93685">
              <w:rPr>
                <w:rFonts w:ascii="Corbel" w:hAnsi="Corbel"/>
                <w:sz w:val="24"/>
                <w:szCs w:val="24"/>
              </w:rPr>
              <w:t xml:space="preserve">icznych zaobserwowanych </w:t>
            </w:r>
            <w:r w:rsidR="003A637D" w:rsidRPr="00D93685">
              <w:rPr>
                <w:rFonts w:ascii="Corbel" w:hAnsi="Corbel"/>
                <w:sz w:val="24"/>
                <w:szCs w:val="24"/>
              </w:rPr>
              <w:t>lub doświadczanych przez studenta podczas praktyk</w:t>
            </w:r>
            <w:r w:rsidR="00D218A3" w:rsidRPr="00D93685">
              <w:rPr>
                <w:rFonts w:ascii="Corbel" w:hAnsi="Corbel"/>
                <w:sz w:val="24"/>
                <w:szCs w:val="24"/>
              </w:rPr>
              <w:t>.</w:t>
            </w:r>
            <w:r w:rsidR="003A637D" w:rsidRPr="00D936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336FE" w:rsidRPr="00D93685" w:rsidTr="00F11EB8">
        <w:tc>
          <w:tcPr>
            <w:tcW w:w="9520" w:type="dxa"/>
          </w:tcPr>
          <w:p w:rsidR="00D336FE" w:rsidRPr="00D93685" w:rsidRDefault="003721AF" w:rsidP="00D218A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D218A3" w:rsidRPr="00D936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23C2A" w:rsidRPr="00D93685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11B74" w:rsidRPr="00D93685" w:rsidRDefault="009F4610" w:rsidP="00447A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>3.4 Metody dydaktyczne</w:t>
      </w:r>
      <w:r w:rsidRPr="00D93685">
        <w:rPr>
          <w:rFonts w:ascii="Corbel" w:hAnsi="Corbel"/>
          <w:b w:val="0"/>
          <w:smallCaps w:val="0"/>
          <w:szCs w:val="24"/>
        </w:rPr>
        <w:t xml:space="preserve"> </w:t>
      </w:r>
      <w:r w:rsidR="00447A7F" w:rsidRPr="00D93685">
        <w:rPr>
          <w:rFonts w:ascii="Corbel" w:hAnsi="Corbel"/>
          <w:b w:val="0"/>
          <w:smallCaps w:val="0"/>
          <w:szCs w:val="24"/>
        </w:rPr>
        <w:t xml:space="preserve"> - </w:t>
      </w:r>
      <w:r w:rsidR="003721AF" w:rsidRPr="00D93685">
        <w:rPr>
          <w:rFonts w:ascii="Corbel" w:hAnsi="Corbel"/>
          <w:i/>
          <w:smallCaps w:val="0"/>
          <w:szCs w:val="24"/>
        </w:rPr>
        <w:t xml:space="preserve">zajęcia praktyczne </w:t>
      </w:r>
    </w:p>
    <w:p w:rsidR="00E960BB" w:rsidRPr="00D9368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9368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4. </w:t>
      </w:r>
      <w:r w:rsidR="0085747A" w:rsidRPr="00D93685">
        <w:rPr>
          <w:rFonts w:ascii="Corbel" w:hAnsi="Corbel"/>
          <w:smallCaps w:val="0"/>
          <w:szCs w:val="24"/>
        </w:rPr>
        <w:t>METODY I KRYTERIA OCENY</w:t>
      </w:r>
      <w:r w:rsidR="009F4610" w:rsidRPr="00D93685">
        <w:rPr>
          <w:rFonts w:ascii="Corbel" w:hAnsi="Corbel"/>
          <w:smallCaps w:val="0"/>
          <w:szCs w:val="24"/>
        </w:rPr>
        <w:t xml:space="preserve"> </w:t>
      </w:r>
    </w:p>
    <w:p w:rsidR="0085747A" w:rsidRPr="00D93685" w:rsidRDefault="0085747A" w:rsidP="00447A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93685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D93685" w:rsidTr="00253FF3">
        <w:tc>
          <w:tcPr>
            <w:tcW w:w="1963" w:type="dxa"/>
            <w:vAlign w:val="center"/>
          </w:tcPr>
          <w:p w:rsidR="0085747A" w:rsidRPr="00D9368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D9368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D9368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9368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:rsidR="0085747A" w:rsidRPr="00D93685" w:rsidRDefault="0085747A" w:rsidP="001D3B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53FF3" w:rsidRPr="00D93685" w:rsidTr="00253FF3">
        <w:tc>
          <w:tcPr>
            <w:tcW w:w="1963" w:type="dxa"/>
          </w:tcPr>
          <w:p w:rsidR="00253FF3" w:rsidRPr="00D93685" w:rsidRDefault="00253FF3" w:rsidP="0025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36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368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3" w:type="dxa"/>
          </w:tcPr>
          <w:p w:rsidR="00253FF3" w:rsidRPr="00D93685" w:rsidRDefault="00253FF3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:rsidR="00253FF3" w:rsidRPr="00D93685" w:rsidRDefault="001D3B0E" w:rsidP="00253F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:rsidTr="00253FF3">
        <w:tc>
          <w:tcPr>
            <w:tcW w:w="1963" w:type="dxa"/>
          </w:tcPr>
          <w:p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368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:rsidTr="00253FF3">
        <w:tc>
          <w:tcPr>
            <w:tcW w:w="1963" w:type="dxa"/>
          </w:tcPr>
          <w:p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3" w:type="dxa"/>
          </w:tcPr>
          <w:p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obserwacja w trakcie zajęć, konspekty i inna </w:t>
            </w:r>
            <w:r w:rsidRPr="00D93685">
              <w:rPr>
                <w:rFonts w:ascii="Corbel" w:hAnsi="Corbel"/>
                <w:sz w:val="24"/>
                <w:szCs w:val="24"/>
              </w:rPr>
              <w:lastRenderedPageBreak/>
              <w:t>dokumentacja określona w szczegółowym programie praktyk</w:t>
            </w:r>
          </w:p>
        </w:tc>
        <w:tc>
          <w:tcPr>
            <w:tcW w:w="2114" w:type="dxa"/>
          </w:tcPr>
          <w:p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lastRenderedPageBreak/>
              <w:t>zajęcia praktyczne</w:t>
            </w:r>
          </w:p>
        </w:tc>
      </w:tr>
      <w:tr w:rsidR="003A56FF" w:rsidRPr="00D93685" w:rsidTr="00253FF3">
        <w:tc>
          <w:tcPr>
            <w:tcW w:w="1963" w:type="dxa"/>
          </w:tcPr>
          <w:p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3" w:type="dxa"/>
          </w:tcPr>
          <w:p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:rsidTr="00253FF3">
        <w:tc>
          <w:tcPr>
            <w:tcW w:w="1963" w:type="dxa"/>
          </w:tcPr>
          <w:p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3" w:type="dxa"/>
          </w:tcPr>
          <w:p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:rsidTr="00253FF3">
        <w:tc>
          <w:tcPr>
            <w:tcW w:w="1963" w:type="dxa"/>
          </w:tcPr>
          <w:p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3" w:type="dxa"/>
          </w:tcPr>
          <w:p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:rsidTr="00253FF3">
        <w:tc>
          <w:tcPr>
            <w:tcW w:w="1963" w:type="dxa"/>
          </w:tcPr>
          <w:p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3" w:type="dxa"/>
          </w:tcPr>
          <w:p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:rsidTr="00253FF3">
        <w:tc>
          <w:tcPr>
            <w:tcW w:w="1963" w:type="dxa"/>
          </w:tcPr>
          <w:p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3" w:type="dxa"/>
          </w:tcPr>
          <w:p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:rsidTr="00253FF3">
        <w:tc>
          <w:tcPr>
            <w:tcW w:w="1963" w:type="dxa"/>
          </w:tcPr>
          <w:p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3" w:type="dxa"/>
          </w:tcPr>
          <w:p w:rsidR="003A56FF" w:rsidRPr="00D93685" w:rsidRDefault="003A56FF" w:rsidP="00253FF3">
            <w:pPr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4" w:type="dxa"/>
          </w:tcPr>
          <w:p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:rsidR="002549B9" w:rsidRPr="00D93685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D93685" w:rsidRDefault="003E1941" w:rsidP="00447A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4.2 </w:t>
      </w:r>
      <w:r w:rsidR="0085747A" w:rsidRPr="00D9368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93685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93685" w:rsidTr="00923D7D">
        <w:tc>
          <w:tcPr>
            <w:tcW w:w="9670" w:type="dxa"/>
          </w:tcPr>
          <w:p w:rsidR="00285FFA" w:rsidRPr="00D93685" w:rsidRDefault="00285FFA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- Pozytywna opinia i ocena dokonana przez opiekuna praktykanta w placówce</w:t>
            </w:r>
          </w:p>
          <w:p w:rsidR="003B7BCF" w:rsidRPr="00D93685" w:rsidRDefault="00285FFA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- Zaliczenie dokonane przez opiekuna praktyk z ramienia uczelni </w:t>
            </w:r>
          </w:p>
        </w:tc>
      </w:tr>
    </w:tbl>
    <w:p w:rsidR="009949CD" w:rsidRPr="00D93685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47A7F" w:rsidRPr="00D93685" w:rsidRDefault="0085747A" w:rsidP="00447A7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93685">
        <w:rPr>
          <w:rFonts w:ascii="Corbel" w:hAnsi="Corbel"/>
          <w:b/>
          <w:sz w:val="24"/>
          <w:szCs w:val="24"/>
        </w:rPr>
        <w:t xml:space="preserve">5. </w:t>
      </w:r>
      <w:r w:rsidR="00C61DC5" w:rsidRPr="00D9368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93685" w:rsidTr="003E1941">
        <w:tc>
          <w:tcPr>
            <w:tcW w:w="4962" w:type="dxa"/>
            <w:vAlign w:val="center"/>
          </w:tcPr>
          <w:p w:rsidR="0085747A" w:rsidRPr="00D936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9368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9368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936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368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36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36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93685" w:rsidTr="00923D7D">
        <w:tc>
          <w:tcPr>
            <w:tcW w:w="4962" w:type="dxa"/>
          </w:tcPr>
          <w:p w:rsidR="0085747A" w:rsidRPr="00D936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G</w:t>
            </w:r>
            <w:r w:rsidR="0085747A" w:rsidRPr="00D9368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9368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9368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9368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9368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9368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9368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93685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93685" w:rsidTr="00923D7D">
        <w:tc>
          <w:tcPr>
            <w:tcW w:w="4962" w:type="dxa"/>
          </w:tcPr>
          <w:p w:rsidR="0085747A" w:rsidRPr="00D936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93685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93685" w:rsidTr="00923D7D">
        <w:tc>
          <w:tcPr>
            <w:tcW w:w="4962" w:type="dxa"/>
          </w:tcPr>
          <w:p w:rsidR="0085747A" w:rsidRPr="00D936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93685" w:rsidRDefault="001D513E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266FBB" w:rsidRPr="00D93685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447A7F" w:rsidRPr="00D93685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6. </w:t>
      </w:r>
      <w:r w:rsidR="0085747A" w:rsidRPr="00D93685">
        <w:rPr>
          <w:rFonts w:ascii="Corbel" w:hAnsi="Corbel"/>
          <w:smallCaps w:val="0"/>
          <w:szCs w:val="24"/>
        </w:rPr>
        <w:t>PRAKTYKI ZAWO</w:t>
      </w:r>
      <w:r w:rsidR="009D3F3B" w:rsidRPr="00D93685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D93685" w:rsidTr="003A56FF">
        <w:trPr>
          <w:trHeight w:val="397"/>
        </w:trPr>
        <w:tc>
          <w:tcPr>
            <w:tcW w:w="4111" w:type="dxa"/>
          </w:tcPr>
          <w:p w:rsidR="0085747A" w:rsidRPr="00D936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3685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F34E34" w:rsidRPr="00D93685" w:rsidRDefault="007200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D93685" w:rsidTr="003A56FF">
        <w:trPr>
          <w:trHeight w:val="397"/>
        </w:trPr>
        <w:tc>
          <w:tcPr>
            <w:tcW w:w="4111" w:type="dxa"/>
          </w:tcPr>
          <w:p w:rsidR="0085747A" w:rsidRPr="00D936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3685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D93685" w:rsidRDefault="007200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97B8E" w:rsidRPr="00D93685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17F8" w:rsidRPr="00D936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7. </w:t>
      </w:r>
      <w:r w:rsidR="0085747A" w:rsidRPr="00D93685">
        <w:rPr>
          <w:rFonts w:ascii="Corbel" w:hAnsi="Corbel"/>
          <w:smallCaps w:val="0"/>
          <w:szCs w:val="24"/>
        </w:rPr>
        <w:t>LITERATURA</w:t>
      </w:r>
      <w:r w:rsidRPr="00D93685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D93685" w:rsidTr="0075353B">
        <w:trPr>
          <w:trHeight w:val="416"/>
        </w:trPr>
        <w:tc>
          <w:tcPr>
            <w:tcW w:w="9747" w:type="dxa"/>
          </w:tcPr>
          <w:p w:rsidR="00471FCA" w:rsidRPr="00D93685" w:rsidRDefault="00266FBB" w:rsidP="00447A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368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 xml:space="preserve">Barłóg K., </w:t>
            </w:r>
            <w:r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>Wspomaganie rozwoju dzieci z niepełnosprawnością intelektualną w stopniu lekkim w różnych formach edukacji wczesnoszkolnej</w:t>
            </w:r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>, Wydaw. UR, Rzeszów 2008</w:t>
            </w:r>
          </w:p>
          <w:p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Style w:val="apple-style-span"/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>Bobkowicz</w:t>
            </w:r>
            <w:proofErr w:type="spellEnd"/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>Lewartowska</w:t>
            </w:r>
            <w:proofErr w:type="spellEnd"/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 xml:space="preserve"> L., </w:t>
            </w:r>
            <w:r w:rsidRPr="00D93685">
              <w:rPr>
                <w:rStyle w:val="apple-style-span"/>
                <w:rFonts w:ascii="Corbel" w:hAnsi="Corbel"/>
                <w:i/>
                <w:sz w:val="24"/>
                <w:szCs w:val="24"/>
                <w:shd w:val="clear" w:color="auto" w:fill="FFFFFF" w:themeFill="background1"/>
              </w:rPr>
              <w:t>Niepełnosprawność intelektualna. Diagnozowanie, edukacja i wychowanie</w:t>
            </w:r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>, Gdańsk 2011</w:t>
            </w:r>
          </w:p>
          <w:p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>Buchnat</w:t>
            </w:r>
            <w:proofErr w:type="spellEnd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proofErr w:type="spellStart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>Tylewska</w:t>
            </w:r>
            <w:proofErr w:type="spellEnd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-Nowak (red.) </w:t>
            </w:r>
            <w:r w:rsidRPr="00D93685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Wydawnictwo </w:t>
            </w:r>
            <w:proofErr w:type="spellStart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>, Warszawa 2012</w:t>
            </w:r>
          </w:p>
          <w:p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9368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,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Doradca Dyrektora Przedszkola. 2014, nr 2</w:t>
            </w:r>
          </w:p>
          <w:p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: podręcznik akademicki (red.) J. </w:t>
            </w:r>
            <w:proofErr w:type="spellStart"/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APS</w:t>
            </w:r>
            <w:proofErr w:type="spellEnd"/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2012</w:t>
            </w:r>
          </w:p>
          <w:p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</w:t>
            </w:r>
            <w:proofErr w:type="spellStart"/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psychostymulacji</w:t>
            </w:r>
            <w:proofErr w:type="spellEnd"/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dzieci w wieku przedszkolnym z deficytami i zaburzeniami rozwoju, 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„Impuls”, Kraków 2014</w:t>
            </w:r>
          </w:p>
          <w:p w:rsidR="00471FCA" w:rsidRPr="00D93685" w:rsidRDefault="00471FCA" w:rsidP="00471FCA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D93685">
              <w:rPr>
                <w:rFonts w:ascii="Corbel" w:hAnsi="Corbel"/>
              </w:rPr>
              <w:t>Głodkowska</w:t>
            </w:r>
            <w:proofErr w:type="spellEnd"/>
            <w:r w:rsidRPr="00D93685">
              <w:rPr>
                <w:rFonts w:ascii="Corbel" w:hAnsi="Corbel"/>
              </w:rPr>
              <w:t xml:space="preserve"> J. (red.): </w:t>
            </w:r>
            <w:r w:rsidRPr="00D93685">
              <w:rPr>
                <w:rFonts w:ascii="Corbel" w:hAnsi="Corbel"/>
                <w:i/>
              </w:rPr>
              <w:t>Dydaktyka specjalna w przygotowaniu do kształcenia uczniów ze specjalnymi potrzebami edukacyjnymi: podręcznik akademicki,</w:t>
            </w:r>
            <w:r w:rsidRPr="00D93685">
              <w:rPr>
                <w:rFonts w:ascii="Corbel" w:hAnsi="Corbel"/>
              </w:rPr>
              <w:t xml:space="preserve"> APS, Warszawa 2010.</w:t>
            </w:r>
          </w:p>
          <w:p w:rsidR="00774071" w:rsidRPr="00D93685" w:rsidRDefault="007200C3" w:rsidP="00696611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93685">
              <w:rPr>
                <w:rFonts w:ascii="Corbel" w:hAnsi="Corbel"/>
              </w:rPr>
              <w:t xml:space="preserve">Zasępa E.: </w:t>
            </w:r>
            <w:r w:rsidRPr="00D93685">
              <w:rPr>
                <w:rFonts w:ascii="Corbel" w:hAnsi="Corbel"/>
                <w:i/>
              </w:rPr>
              <w:t>Osoba z niepełnosprawnością intelektualną. Procesy poznawcze.</w:t>
            </w:r>
            <w:r w:rsidRPr="00D93685">
              <w:rPr>
                <w:rFonts w:ascii="Corbel" w:hAnsi="Corbel"/>
              </w:rPr>
              <w:t xml:space="preserve"> Warszawa ; Kraków :</w:t>
            </w:r>
            <w:r w:rsidR="00B91CE8" w:rsidRPr="00D93685">
              <w:rPr>
                <w:rFonts w:ascii="Corbel" w:hAnsi="Corbel"/>
              </w:rPr>
              <w:t xml:space="preserve"> Oficyna Wydawnicza „Impuls”, 2017</w:t>
            </w:r>
            <w:r w:rsidRPr="00D93685">
              <w:rPr>
                <w:rFonts w:ascii="Corbel" w:hAnsi="Corbel"/>
              </w:rPr>
              <w:t>.</w:t>
            </w:r>
          </w:p>
        </w:tc>
      </w:tr>
      <w:tr w:rsidR="00266FBB" w:rsidRPr="00D93685" w:rsidTr="00FF17F8">
        <w:trPr>
          <w:trHeight w:val="397"/>
        </w:trPr>
        <w:tc>
          <w:tcPr>
            <w:tcW w:w="9747" w:type="dxa"/>
          </w:tcPr>
          <w:p w:rsidR="00447A7F" w:rsidRPr="00D93685" w:rsidRDefault="00266FBB" w:rsidP="008314E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368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71FCA" w:rsidRPr="00D93685" w:rsidRDefault="0075353B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71FCA"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Ćwirynkało</w:t>
            </w:r>
            <w:proofErr w:type="spellEnd"/>
            <w:r w:rsidR="00471FCA"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K., Kosakowski Cz., </w:t>
            </w:r>
            <w:r w:rsidR="00471FCA"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Rehabilitacja i edukacja osób z niepełnosprawnością wielozakresową</w:t>
            </w:r>
            <w:r w:rsidR="00471FCA"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2012</w:t>
            </w:r>
          </w:p>
          <w:p w:rsidR="00471FCA" w:rsidRPr="00D93685" w:rsidRDefault="00471FCA" w:rsidP="00696611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>Głodkowska</w:t>
            </w:r>
            <w:proofErr w:type="spellEnd"/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 xml:space="preserve"> J., </w:t>
            </w:r>
            <w:r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 xml:space="preserve">Konstruowanie umysłowej reprezentacji świata. Diagnoza, możliwości </w:t>
            </w:r>
            <w:proofErr w:type="spellStart"/>
            <w:r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>rozowjowe</w:t>
            </w:r>
            <w:proofErr w:type="spellEnd"/>
            <w:r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 xml:space="preserve"> i edukacyjne dzieci z lekką niepełnosprawnością intelektualną w aspekcie stałości i zmienności w pedagogice specjalnej</w:t>
            </w:r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>, „Impuls”, Kraków 2012</w:t>
            </w:r>
          </w:p>
          <w:p w:rsidR="009008A5" w:rsidRPr="00D93685" w:rsidRDefault="007200C3" w:rsidP="00447A7F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>Mi</w:t>
            </w:r>
            <w:r w:rsidR="00696611" w:rsidRPr="00D93685">
              <w:rPr>
                <w:rFonts w:ascii="Corbel" w:eastAsiaTheme="minorHAnsi" w:hAnsi="Corbel"/>
                <w:bCs/>
                <w:sz w:val="24"/>
                <w:szCs w:val="24"/>
              </w:rPr>
              <w:t>nczakiewcz</w:t>
            </w:r>
            <w:proofErr w:type="spellEnd"/>
            <w:r w:rsidR="00696611" w:rsidRPr="00D93685">
              <w:rPr>
                <w:rFonts w:ascii="Corbel" w:eastAsiaTheme="minorHAnsi" w:hAnsi="Corbel"/>
                <w:bCs/>
                <w:sz w:val="24"/>
                <w:szCs w:val="24"/>
              </w:rPr>
              <w:t xml:space="preserve"> </w:t>
            </w:r>
            <w:proofErr w:type="spellStart"/>
            <w:r w:rsidR="00696611" w:rsidRPr="00D93685">
              <w:rPr>
                <w:rFonts w:ascii="Corbel" w:eastAsiaTheme="minorHAnsi" w:hAnsi="Corbel"/>
                <w:bCs/>
                <w:sz w:val="24"/>
                <w:szCs w:val="24"/>
              </w:rPr>
              <w:t>E.M</w:t>
            </w:r>
            <w:proofErr w:type="spellEnd"/>
            <w:r w:rsidR="00696611" w:rsidRPr="00D93685">
              <w:rPr>
                <w:rFonts w:ascii="Corbel" w:eastAsiaTheme="minorHAnsi" w:hAnsi="Corbel"/>
                <w:bCs/>
                <w:sz w:val="24"/>
                <w:szCs w:val="24"/>
              </w:rPr>
              <w:t xml:space="preserve">., </w:t>
            </w:r>
            <w:r w:rsidR="00696611"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>Dziecko niepełnosprawne. Rozwój i wychowanie</w:t>
            </w:r>
            <w:r w:rsidR="00696611" w:rsidRPr="00D93685">
              <w:rPr>
                <w:rFonts w:ascii="Corbel" w:eastAsiaTheme="minorHAnsi" w:hAnsi="Corbel"/>
                <w:bCs/>
                <w:sz w:val="24"/>
                <w:szCs w:val="24"/>
              </w:rPr>
              <w:t>, „Impuls”, Kraków 2003</w:t>
            </w:r>
          </w:p>
        </w:tc>
      </w:tr>
    </w:tbl>
    <w:p w:rsidR="00B021C8" w:rsidRPr="00D93685" w:rsidRDefault="003A56FF" w:rsidP="00B021C8">
      <w:pPr>
        <w:ind w:left="287" w:hanging="283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>Akceptacja Kierownika Jednostki lub osoby upoważnionej</w:t>
      </w:r>
    </w:p>
    <w:p w:rsidR="003A56FF" w:rsidRPr="00D93685" w:rsidRDefault="003A56FF" w:rsidP="00B021C8">
      <w:pPr>
        <w:ind w:left="287" w:hanging="283"/>
        <w:rPr>
          <w:rFonts w:ascii="Corbel" w:hAnsi="Corbel"/>
          <w:sz w:val="24"/>
          <w:szCs w:val="24"/>
        </w:rPr>
      </w:pPr>
    </w:p>
    <w:p w:rsidR="007E17DF" w:rsidRPr="00D93685" w:rsidRDefault="007E17DF" w:rsidP="003A56F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="007E17DF" w:rsidRPr="00D93685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7F8" w:rsidRPr="00D93685" w:rsidRDefault="00FF17F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D93685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D79FB" w:rsidRPr="00D93685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93685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sectPr w:rsidR="003D79FB" w:rsidRPr="00D936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D5E" w:rsidRDefault="00512D5E" w:rsidP="00C16ABF">
      <w:pPr>
        <w:spacing w:after="0" w:line="240" w:lineRule="auto"/>
      </w:pPr>
      <w:r>
        <w:separator/>
      </w:r>
    </w:p>
  </w:endnote>
  <w:endnote w:type="continuationSeparator" w:id="0">
    <w:p w:rsidR="00512D5E" w:rsidRDefault="00512D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D5E" w:rsidRDefault="00512D5E" w:rsidP="00C16ABF">
      <w:pPr>
        <w:spacing w:after="0" w:line="240" w:lineRule="auto"/>
      </w:pPr>
      <w:r>
        <w:separator/>
      </w:r>
    </w:p>
  </w:footnote>
  <w:footnote w:type="continuationSeparator" w:id="0">
    <w:p w:rsidR="00512D5E" w:rsidRDefault="00512D5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7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1"/>
  </w:num>
  <w:num w:numId="5">
    <w:abstractNumId w:val="3"/>
  </w:num>
  <w:num w:numId="6">
    <w:abstractNumId w:val="14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1"/>
  </w:num>
  <w:num w:numId="11">
    <w:abstractNumId w:val="0"/>
  </w:num>
  <w:num w:numId="12">
    <w:abstractNumId w:val="17"/>
  </w:num>
  <w:num w:numId="13">
    <w:abstractNumId w:val="8"/>
  </w:num>
  <w:num w:numId="14">
    <w:abstractNumId w:val="15"/>
  </w:num>
  <w:num w:numId="15">
    <w:abstractNumId w:val="4"/>
  </w:num>
  <w:num w:numId="16">
    <w:abstractNumId w:val="2"/>
  </w:num>
  <w:num w:numId="17">
    <w:abstractNumId w:val="16"/>
  </w:num>
  <w:num w:numId="1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07A"/>
    <w:rsid w:val="00004294"/>
    <w:rsid w:val="000048FD"/>
    <w:rsid w:val="000077B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16873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6781F"/>
    <w:rsid w:val="001718A7"/>
    <w:rsid w:val="0017298C"/>
    <w:rsid w:val="001737CF"/>
    <w:rsid w:val="00174031"/>
    <w:rsid w:val="00176083"/>
    <w:rsid w:val="00177AA2"/>
    <w:rsid w:val="00183ECD"/>
    <w:rsid w:val="00192F37"/>
    <w:rsid w:val="001A70D2"/>
    <w:rsid w:val="001B3624"/>
    <w:rsid w:val="001D237A"/>
    <w:rsid w:val="001D3B0E"/>
    <w:rsid w:val="001D513E"/>
    <w:rsid w:val="001D591F"/>
    <w:rsid w:val="001D657B"/>
    <w:rsid w:val="001D7B54"/>
    <w:rsid w:val="001E0209"/>
    <w:rsid w:val="001E47DD"/>
    <w:rsid w:val="001F278D"/>
    <w:rsid w:val="001F2CA2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3FF3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4D55"/>
    <w:rsid w:val="002B5EA0"/>
    <w:rsid w:val="002B6119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841"/>
    <w:rsid w:val="00314E1B"/>
    <w:rsid w:val="003151C5"/>
    <w:rsid w:val="0031578F"/>
    <w:rsid w:val="00315CDE"/>
    <w:rsid w:val="003162A2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6039"/>
    <w:rsid w:val="00393146"/>
    <w:rsid w:val="003A0A5B"/>
    <w:rsid w:val="003A1176"/>
    <w:rsid w:val="003A56FF"/>
    <w:rsid w:val="003A637D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47A7F"/>
    <w:rsid w:val="00450EA3"/>
    <w:rsid w:val="00452FC0"/>
    <w:rsid w:val="0045319B"/>
    <w:rsid w:val="00456A86"/>
    <w:rsid w:val="00460F0E"/>
    <w:rsid w:val="00461747"/>
    <w:rsid w:val="00461EFC"/>
    <w:rsid w:val="004632B2"/>
    <w:rsid w:val="004652C2"/>
    <w:rsid w:val="0046552C"/>
    <w:rsid w:val="004706D1"/>
    <w:rsid w:val="00471326"/>
    <w:rsid w:val="00471FCA"/>
    <w:rsid w:val="0047598D"/>
    <w:rsid w:val="00475B9B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2D5E"/>
    <w:rsid w:val="00513B6F"/>
    <w:rsid w:val="005170CC"/>
    <w:rsid w:val="00517C63"/>
    <w:rsid w:val="00517D41"/>
    <w:rsid w:val="00530786"/>
    <w:rsid w:val="00531055"/>
    <w:rsid w:val="0053521E"/>
    <w:rsid w:val="005363C4"/>
    <w:rsid w:val="00536BDE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70023"/>
    <w:rsid w:val="00670F06"/>
    <w:rsid w:val="00671958"/>
    <w:rsid w:val="0067240A"/>
    <w:rsid w:val="00674790"/>
    <w:rsid w:val="00675843"/>
    <w:rsid w:val="00690E6D"/>
    <w:rsid w:val="00696477"/>
    <w:rsid w:val="00696611"/>
    <w:rsid w:val="00697B8E"/>
    <w:rsid w:val="006A50E2"/>
    <w:rsid w:val="006A6A41"/>
    <w:rsid w:val="006A70B5"/>
    <w:rsid w:val="006B2CB7"/>
    <w:rsid w:val="006B707C"/>
    <w:rsid w:val="006C2E1D"/>
    <w:rsid w:val="006D050F"/>
    <w:rsid w:val="006D2FAE"/>
    <w:rsid w:val="006D5D8F"/>
    <w:rsid w:val="006D6139"/>
    <w:rsid w:val="006D6441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00C3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3299"/>
    <w:rsid w:val="007C3BCC"/>
    <w:rsid w:val="007C4546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7496"/>
    <w:rsid w:val="008314E7"/>
    <w:rsid w:val="008351D2"/>
    <w:rsid w:val="00840904"/>
    <w:rsid w:val="008449B3"/>
    <w:rsid w:val="00850728"/>
    <w:rsid w:val="008552A2"/>
    <w:rsid w:val="0085747A"/>
    <w:rsid w:val="00864E86"/>
    <w:rsid w:val="00884922"/>
    <w:rsid w:val="00885F64"/>
    <w:rsid w:val="00890133"/>
    <w:rsid w:val="008917F9"/>
    <w:rsid w:val="00893142"/>
    <w:rsid w:val="0089532C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57D6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655B"/>
    <w:rsid w:val="009508DF"/>
    <w:rsid w:val="00950DAC"/>
    <w:rsid w:val="00954479"/>
    <w:rsid w:val="00954A07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2799C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61810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CC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0BF6"/>
    <w:rsid w:val="00B721E2"/>
    <w:rsid w:val="00B75946"/>
    <w:rsid w:val="00B8056E"/>
    <w:rsid w:val="00B819C8"/>
    <w:rsid w:val="00B82110"/>
    <w:rsid w:val="00B82308"/>
    <w:rsid w:val="00B877D4"/>
    <w:rsid w:val="00B90885"/>
    <w:rsid w:val="00B91CE8"/>
    <w:rsid w:val="00BA1B5D"/>
    <w:rsid w:val="00BB0608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2841"/>
    <w:rsid w:val="00BF28FA"/>
    <w:rsid w:val="00BF2C41"/>
    <w:rsid w:val="00C03658"/>
    <w:rsid w:val="00C058B4"/>
    <w:rsid w:val="00C05B35"/>
    <w:rsid w:val="00C05F44"/>
    <w:rsid w:val="00C131B5"/>
    <w:rsid w:val="00C1366C"/>
    <w:rsid w:val="00C16ABF"/>
    <w:rsid w:val="00C170AE"/>
    <w:rsid w:val="00C25185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7CFD"/>
    <w:rsid w:val="00CD50B3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18A3"/>
    <w:rsid w:val="00D22573"/>
    <w:rsid w:val="00D26B2C"/>
    <w:rsid w:val="00D336FE"/>
    <w:rsid w:val="00D352C9"/>
    <w:rsid w:val="00D35AED"/>
    <w:rsid w:val="00D425B2"/>
    <w:rsid w:val="00D428D6"/>
    <w:rsid w:val="00D46A49"/>
    <w:rsid w:val="00D5440C"/>
    <w:rsid w:val="00D552B2"/>
    <w:rsid w:val="00D5726F"/>
    <w:rsid w:val="00D608D1"/>
    <w:rsid w:val="00D60B27"/>
    <w:rsid w:val="00D60E12"/>
    <w:rsid w:val="00D74119"/>
    <w:rsid w:val="00D7672E"/>
    <w:rsid w:val="00D8075B"/>
    <w:rsid w:val="00D81B9E"/>
    <w:rsid w:val="00D8678B"/>
    <w:rsid w:val="00D93685"/>
    <w:rsid w:val="00DA2114"/>
    <w:rsid w:val="00DA2E6C"/>
    <w:rsid w:val="00DA505D"/>
    <w:rsid w:val="00DB3BE5"/>
    <w:rsid w:val="00DB5468"/>
    <w:rsid w:val="00DC03E6"/>
    <w:rsid w:val="00DD1705"/>
    <w:rsid w:val="00DD19F8"/>
    <w:rsid w:val="00DD27D0"/>
    <w:rsid w:val="00DE09C0"/>
    <w:rsid w:val="00DE370D"/>
    <w:rsid w:val="00DE4A14"/>
    <w:rsid w:val="00DF320D"/>
    <w:rsid w:val="00DF71C8"/>
    <w:rsid w:val="00E00E90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5462"/>
    <w:rsid w:val="00E742AA"/>
    <w:rsid w:val="00E77E88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12FC"/>
    <w:rsid w:val="00EF3868"/>
    <w:rsid w:val="00EF5E23"/>
    <w:rsid w:val="00F070AB"/>
    <w:rsid w:val="00F11EB8"/>
    <w:rsid w:val="00F12AFD"/>
    <w:rsid w:val="00F14F0D"/>
    <w:rsid w:val="00F17567"/>
    <w:rsid w:val="00F218B3"/>
    <w:rsid w:val="00F2467E"/>
    <w:rsid w:val="00F27A7B"/>
    <w:rsid w:val="00F31686"/>
    <w:rsid w:val="00F34E34"/>
    <w:rsid w:val="00F3607C"/>
    <w:rsid w:val="00F45DC1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7873"/>
  <w15:docId w15:val="{DCA3163D-F3FA-4E95-B5C6-AAF04C00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4A54B-9CBD-44B9-ADF3-330A923FF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1345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2020-03-20T05:27:00Z</dcterms:created>
  <dcterms:modified xsi:type="dcterms:W3CDTF">2021-09-06T10:49:00Z</dcterms:modified>
</cp:coreProperties>
</file>